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
        <w:gridCol w:w="5760"/>
        <w:gridCol w:w="230"/>
        <w:gridCol w:w="5760"/>
        <w:gridCol w:w="230"/>
      </w:tblGrid>
      <w:tr w:rsidR="00EC605D" w:rsidTr="001A0D90">
        <w:trPr>
          <w:trHeight w:val="648"/>
          <w:jc w:val="center"/>
        </w:trPr>
        <w:tc>
          <w:tcPr>
            <w:tcW w:w="230" w:type="dxa"/>
          </w:tcPr>
          <w:p w:rsidR="00EC605D" w:rsidRDefault="00EC605D"/>
        </w:tc>
        <w:tc>
          <w:tcPr>
            <w:tcW w:w="5760" w:type="dxa"/>
          </w:tcPr>
          <w:p w:rsidR="00EC605D" w:rsidRDefault="00EC605D"/>
        </w:tc>
        <w:tc>
          <w:tcPr>
            <w:tcW w:w="230" w:type="dxa"/>
          </w:tcPr>
          <w:p w:rsidR="00EC605D" w:rsidRDefault="00EC605D"/>
        </w:tc>
        <w:tc>
          <w:tcPr>
            <w:tcW w:w="5760" w:type="dxa"/>
          </w:tcPr>
          <w:p w:rsidR="00EC605D" w:rsidRDefault="00EC605D"/>
        </w:tc>
        <w:tc>
          <w:tcPr>
            <w:tcW w:w="230" w:type="dxa"/>
          </w:tcPr>
          <w:p w:rsidR="00EC605D" w:rsidRDefault="00EC605D"/>
        </w:tc>
      </w:tr>
      <w:tr w:rsidR="00EC605D" w:rsidTr="001A0D90">
        <w:trPr>
          <w:trHeight w:val="2880"/>
          <w:jc w:val="center"/>
        </w:trPr>
        <w:tc>
          <w:tcPr>
            <w:tcW w:w="230" w:type="dxa"/>
          </w:tcPr>
          <w:p w:rsidR="00EC605D" w:rsidRDefault="00EC605D"/>
        </w:tc>
        <w:tc>
          <w:tcPr>
            <w:tcW w:w="5760" w:type="dxa"/>
            <w:vAlign w:val="center"/>
          </w:tcPr>
          <w:p w:rsidR="00EF5B96" w:rsidRDefault="00EF5B96" w:rsidP="00EF5B96">
            <w:pPr>
              <w:jc w:val="center"/>
              <w:rPr>
                <w:b/>
                <w:sz w:val="28"/>
              </w:rPr>
            </w:pPr>
            <w:r>
              <w:rPr>
                <w:b/>
                <w:sz w:val="28"/>
              </w:rPr>
              <w:t>Attention:</w:t>
            </w:r>
          </w:p>
          <w:p w:rsidR="00EF5B96" w:rsidRDefault="00EF5B96" w:rsidP="00EF5B96">
            <w:pPr>
              <w:jc w:val="center"/>
            </w:pPr>
            <w:r>
              <w:t>The true owner of this wheel knows about this sticker.</w:t>
            </w:r>
          </w:p>
          <w:p w:rsidR="00EF5B96" w:rsidRDefault="00EF5B96" w:rsidP="00EF5B96">
            <w:pPr>
              <w:jc w:val="center"/>
            </w:pPr>
          </w:p>
          <w:p w:rsidR="00EF5B96" w:rsidRDefault="00EF5B96" w:rsidP="00EF5B96">
            <w:pPr>
              <w:jc w:val="center"/>
            </w:pPr>
            <w:r>
              <w:t>Please ask the person who brought this wheel to your business to supply their email address. If they do not know the correct address it is possible that this wheel has been stolen. Please call the police.</w:t>
            </w:r>
          </w:p>
          <w:p w:rsidR="00EF5B96" w:rsidRDefault="00EF5B96" w:rsidP="00EF5B96">
            <w:pPr>
              <w:jc w:val="center"/>
            </w:pPr>
          </w:p>
          <w:p w:rsidR="00EC605D" w:rsidRDefault="00EF5B96" w:rsidP="00EF5B96">
            <w:pPr>
              <w:jc w:val="center"/>
            </w:pPr>
            <w:r>
              <w:rPr>
                <w:sz w:val="28"/>
              </w:rPr>
              <w:t>someone@domain.com</w:t>
            </w:r>
          </w:p>
        </w:tc>
        <w:tc>
          <w:tcPr>
            <w:tcW w:w="230" w:type="dxa"/>
          </w:tcPr>
          <w:p w:rsidR="00EC605D" w:rsidRDefault="00EC605D"/>
        </w:tc>
        <w:tc>
          <w:tcPr>
            <w:tcW w:w="5760" w:type="dxa"/>
            <w:vAlign w:val="center"/>
          </w:tcPr>
          <w:p w:rsidR="00EF5B96" w:rsidRDefault="00EF5B96" w:rsidP="00EF5B96">
            <w:pPr>
              <w:jc w:val="center"/>
              <w:rPr>
                <w:b/>
                <w:sz w:val="28"/>
              </w:rPr>
            </w:pPr>
            <w:r>
              <w:rPr>
                <w:b/>
                <w:sz w:val="28"/>
              </w:rPr>
              <w:t>Attention:</w:t>
            </w:r>
          </w:p>
          <w:p w:rsidR="00EF5B96" w:rsidRDefault="00EF5B96" w:rsidP="00EF5B96">
            <w:pPr>
              <w:jc w:val="center"/>
            </w:pPr>
            <w:r>
              <w:t>The true owner of this wheel knows about this sticker.</w:t>
            </w:r>
          </w:p>
          <w:p w:rsidR="00EF5B96" w:rsidRDefault="00EF5B96" w:rsidP="00EF5B96">
            <w:pPr>
              <w:jc w:val="center"/>
            </w:pPr>
          </w:p>
          <w:p w:rsidR="00EF5B96" w:rsidRDefault="00EF5B96" w:rsidP="00EF5B96">
            <w:pPr>
              <w:jc w:val="center"/>
            </w:pPr>
            <w:r>
              <w:t>Please ask the person who brought this wheel to your business to supply their email address. If they do not know the correct address it is possible that this wheel has been stolen. Please call the police.</w:t>
            </w:r>
          </w:p>
          <w:p w:rsidR="00EF5B96" w:rsidRDefault="00EF5B96" w:rsidP="00EF5B96">
            <w:pPr>
              <w:jc w:val="center"/>
            </w:pPr>
          </w:p>
          <w:p w:rsidR="00EC605D" w:rsidRDefault="00EF5B96" w:rsidP="00EF5B96">
            <w:pPr>
              <w:jc w:val="center"/>
            </w:pPr>
            <w:r>
              <w:rPr>
                <w:sz w:val="28"/>
              </w:rPr>
              <w:t>someone@domain.com</w:t>
            </w:r>
          </w:p>
        </w:tc>
        <w:tc>
          <w:tcPr>
            <w:tcW w:w="230" w:type="dxa"/>
          </w:tcPr>
          <w:p w:rsidR="00EC605D" w:rsidRDefault="00EC605D"/>
        </w:tc>
      </w:tr>
      <w:tr w:rsidR="00EC605D" w:rsidTr="001A0D90">
        <w:trPr>
          <w:trHeight w:val="2880"/>
          <w:jc w:val="center"/>
        </w:trPr>
        <w:tc>
          <w:tcPr>
            <w:tcW w:w="230" w:type="dxa"/>
          </w:tcPr>
          <w:p w:rsidR="00EC605D" w:rsidRDefault="00EC605D"/>
        </w:tc>
        <w:tc>
          <w:tcPr>
            <w:tcW w:w="5760" w:type="dxa"/>
            <w:vAlign w:val="center"/>
          </w:tcPr>
          <w:p w:rsidR="00EF5B96" w:rsidRDefault="00EF5B96" w:rsidP="00EF5B96">
            <w:pPr>
              <w:jc w:val="center"/>
              <w:rPr>
                <w:b/>
                <w:sz w:val="28"/>
              </w:rPr>
            </w:pPr>
            <w:r>
              <w:rPr>
                <w:b/>
                <w:sz w:val="28"/>
              </w:rPr>
              <w:t>Attention:</w:t>
            </w:r>
          </w:p>
          <w:p w:rsidR="00EF5B96" w:rsidRDefault="00EF5B96" w:rsidP="00EF5B96">
            <w:pPr>
              <w:jc w:val="center"/>
            </w:pPr>
            <w:r>
              <w:t>The true owner of this wheel knows about this sticker.</w:t>
            </w:r>
          </w:p>
          <w:p w:rsidR="00EF5B96" w:rsidRDefault="00EF5B96" w:rsidP="00EF5B96">
            <w:pPr>
              <w:jc w:val="center"/>
            </w:pPr>
          </w:p>
          <w:p w:rsidR="00EF5B96" w:rsidRDefault="00EF5B96" w:rsidP="00EF5B96">
            <w:pPr>
              <w:jc w:val="center"/>
            </w:pPr>
            <w:r>
              <w:t>Please ask the person who brought this wheel to your business to supply their email address. If they do not know the correct address it is possible that this wheel has been stolen. Please call the police.</w:t>
            </w:r>
          </w:p>
          <w:p w:rsidR="00EF5B96" w:rsidRDefault="00EF5B96" w:rsidP="00EF5B96">
            <w:pPr>
              <w:jc w:val="center"/>
            </w:pPr>
          </w:p>
          <w:p w:rsidR="00EC605D" w:rsidRDefault="00EF5B96" w:rsidP="00EF5B96">
            <w:pPr>
              <w:jc w:val="center"/>
            </w:pPr>
            <w:r>
              <w:rPr>
                <w:sz w:val="28"/>
              </w:rPr>
              <w:t>someone@domain.com</w:t>
            </w:r>
          </w:p>
        </w:tc>
        <w:tc>
          <w:tcPr>
            <w:tcW w:w="230" w:type="dxa"/>
          </w:tcPr>
          <w:p w:rsidR="00EC605D" w:rsidRDefault="00EC605D"/>
        </w:tc>
        <w:tc>
          <w:tcPr>
            <w:tcW w:w="5760" w:type="dxa"/>
            <w:vAlign w:val="center"/>
          </w:tcPr>
          <w:p w:rsidR="00EF5B96" w:rsidRDefault="00EF5B96" w:rsidP="00EF5B96">
            <w:pPr>
              <w:jc w:val="center"/>
              <w:rPr>
                <w:b/>
                <w:sz w:val="28"/>
              </w:rPr>
            </w:pPr>
            <w:r>
              <w:rPr>
                <w:b/>
                <w:sz w:val="28"/>
              </w:rPr>
              <w:t>Attention:</w:t>
            </w:r>
          </w:p>
          <w:p w:rsidR="00EF5B96" w:rsidRDefault="00EF5B96" w:rsidP="00EF5B96">
            <w:pPr>
              <w:jc w:val="center"/>
            </w:pPr>
            <w:r>
              <w:t>The true owner of this wheel knows about this sticker.</w:t>
            </w:r>
          </w:p>
          <w:p w:rsidR="00EF5B96" w:rsidRDefault="00EF5B96" w:rsidP="00EF5B96">
            <w:pPr>
              <w:jc w:val="center"/>
            </w:pPr>
          </w:p>
          <w:p w:rsidR="00EF5B96" w:rsidRDefault="00EF5B96" w:rsidP="00EF5B96">
            <w:pPr>
              <w:jc w:val="center"/>
            </w:pPr>
            <w:r>
              <w:t>Please ask the person who brought this wheel to your business to supply their email address. If they do not know the correct address it is possible that this wheel has been stolen. Please call the police.</w:t>
            </w:r>
          </w:p>
          <w:p w:rsidR="00EF5B96" w:rsidRDefault="00EF5B96" w:rsidP="00EF5B96">
            <w:pPr>
              <w:jc w:val="center"/>
            </w:pPr>
          </w:p>
          <w:p w:rsidR="00EC605D" w:rsidRDefault="00EF5B96" w:rsidP="00EF5B96">
            <w:pPr>
              <w:jc w:val="center"/>
            </w:pPr>
            <w:r>
              <w:rPr>
                <w:sz w:val="28"/>
              </w:rPr>
              <w:t>someone@domain.com</w:t>
            </w:r>
          </w:p>
        </w:tc>
        <w:tc>
          <w:tcPr>
            <w:tcW w:w="230" w:type="dxa"/>
          </w:tcPr>
          <w:p w:rsidR="00EC605D" w:rsidRDefault="00EC605D"/>
        </w:tc>
      </w:tr>
      <w:tr w:rsidR="00EC605D" w:rsidTr="001A0D90">
        <w:trPr>
          <w:trHeight w:val="2880"/>
          <w:jc w:val="center"/>
        </w:trPr>
        <w:tc>
          <w:tcPr>
            <w:tcW w:w="230" w:type="dxa"/>
          </w:tcPr>
          <w:p w:rsidR="00EC605D" w:rsidRDefault="00EC605D"/>
        </w:tc>
        <w:tc>
          <w:tcPr>
            <w:tcW w:w="5760" w:type="dxa"/>
            <w:vAlign w:val="center"/>
          </w:tcPr>
          <w:p w:rsidR="00EF5B96" w:rsidRDefault="00EF5B96" w:rsidP="00EF5B96">
            <w:pPr>
              <w:jc w:val="center"/>
              <w:rPr>
                <w:b/>
                <w:sz w:val="28"/>
              </w:rPr>
            </w:pPr>
            <w:r>
              <w:rPr>
                <w:b/>
                <w:sz w:val="28"/>
              </w:rPr>
              <w:t>Attention:</w:t>
            </w:r>
          </w:p>
          <w:p w:rsidR="00EF5B96" w:rsidRDefault="00EF5B96" w:rsidP="00EF5B96">
            <w:pPr>
              <w:jc w:val="center"/>
            </w:pPr>
            <w:r>
              <w:t>The true owner of this wheel knows about this sticker.</w:t>
            </w:r>
          </w:p>
          <w:p w:rsidR="00EF5B96" w:rsidRDefault="00EF5B96" w:rsidP="00EF5B96">
            <w:pPr>
              <w:jc w:val="center"/>
            </w:pPr>
          </w:p>
          <w:p w:rsidR="00EF5B96" w:rsidRDefault="00EF5B96" w:rsidP="00EF5B96">
            <w:pPr>
              <w:jc w:val="center"/>
            </w:pPr>
            <w:r>
              <w:t>Please ask the person who brought this wheel to your business to supply their email address. If they do not know the correct address it is possible that this wheel has been stolen. Please call the police.</w:t>
            </w:r>
          </w:p>
          <w:p w:rsidR="00EF5B96" w:rsidRDefault="00EF5B96" w:rsidP="00EF5B96">
            <w:pPr>
              <w:jc w:val="center"/>
            </w:pPr>
          </w:p>
          <w:p w:rsidR="00EC605D" w:rsidRDefault="00EF5B96" w:rsidP="00EF5B96">
            <w:pPr>
              <w:jc w:val="center"/>
            </w:pPr>
            <w:r>
              <w:rPr>
                <w:sz w:val="28"/>
              </w:rPr>
              <w:t>someone@domain.com</w:t>
            </w:r>
          </w:p>
        </w:tc>
        <w:tc>
          <w:tcPr>
            <w:tcW w:w="230" w:type="dxa"/>
          </w:tcPr>
          <w:p w:rsidR="00EC605D" w:rsidRDefault="00EC605D"/>
        </w:tc>
        <w:tc>
          <w:tcPr>
            <w:tcW w:w="5760" w:type="dxa"/>
            <w:vAlign w:val="center"/>
          </w:tcPr>
          <w:p w:rsidR="00EF5B96" w:rsidRDefault="00EF5B96" w:rsidP="00EF5B96">
            <w:pPr>
              <w:jc w:val="center"/>
              <w:rPr>
                <w:b/>
                <w:sz w:val="28"/>
              </w:rPr>
            </w:pPr>
            <w:r>
              <w:rPr>
                <w:b/>
                <w:sz w:val="28"/>
              </w:rPr>
              <w:t>Attention:</w:t>
            </w:r>
          </w:p>
          <w:p w:rsidR="00EF5B96" w:rsidRDefault="00EF5B96" w:rsidP="00EF5B96">
            <w:pPr>
              <w:jc w:val="center"/>
            </w:pPr>
            <w:r>
              <w:t>The true owner of this wheel knows about this sticker.</w:t>
            </w:r>
          </w:p>
          <w:p w:rsidR="00EF5B96" w:rsidRDefault="00EF5B96" w:rsidP="00EF5B96">
            <w:pPr>
              <w:jc w:val="center"/>
            </w:pPr>
          </w:p>
          <w:p w:rsidR="00EF5B96" w:rsidRDefault="00EF5B96" w:rsidP="00EF5B96">
            <w:pPr>
              <w:jc w:val="center"/>
            </w:pPr>
            <w:r>
              <w:t>Please ask the person who brought this wheel to your business to supply their email address. If they do not know the correct address it is possible that this wheel has been stolen. Please call the police.</w:t>
            </w:r>
          </w:p>
          <w:p w:rsidR="00EF5B96" w:rsidRDefault="00EF5B96" w:rsidP="00EF5B96">
            <w:pPr>
              <w:jc w:val="center"/>
            </w:pPr>
          </w:p>
          <w:p w:rsidR="00EC605D" w:rsidRDefault="00EF5B96" w:rsidP="00EF5B96">
            <w:pPr>
              <w:jc w:val="center"/>
            </w:pPr>
            <w:r>
              <w:rPr>
                <w:sz w:val="28"/>
              </w:rPr>
              <w:t>someone@domain.com</w:t>
            </w:r>
          </w:p>
        </w:tc>
        <w:tc>
          <w:tcPr>
            <w:tcW w:w="230" w:type="dxa"/>
          </w:tcPr>
          <w:p w:rsidR="00EC605D" w:rsidRDefault="00EC605D"/>
        </w:tc>
      </w:tr>
      <w:tr w:rsidR="00EC605D" w:rsidTr="001A0D90">
        <w:trPr>
          <w:trHeight w:val="2880"/>
          <w:jc w:val="center"/>
        </w:trPr>
        <w:tc>
          <w:tcPr>
            <w:tcW w:w="230" w:type="dxa"/>
          </w:tcPr>
          <w:p w:rsidR="00EC605D" w:rsidRDefault="00EC605D"/>
        </w:tc>
        <w:tc>
          <w:tcPr>
            <w:tcW w:w="5760" w:type="dxa"/>
            <w:vAlign w:val="center"/>
          </w:tcPr>
          <w:p w:rsidR="00EF5B96" w:rsidRDefault="00EF5B96" w:rsidP="00EF5B96">
            <w:pPr>
              <w:jc w:val="center"/>
              <w:rPr>
                <w:b/>
                <w:sz w:val="28"/>
              </w:rPr>
            </w:pPr>
            <w:r>
              <w:rPr>
                <w:b/>
                <w:sz w:val="28"/>
              </w:rPr>
              <w:t>Attention:</w:t>
            </w:r>
          </w:p>
          <w:p w:rsidR="00EF5B96" w:rsidRDefault="00EF5B96" w:rsidP="00EF5B96">
            <w:pPr>
              <w:jc w:val="center"/>
            </w:pPr>
            <w:r>
              <w:t>The true owner of this wheel knows about this sticker.</w:t>
            </w:r>
          </w:p>
          <w:p w:rsidR="00EF5B96" w:rsidRDefault="00EF5B96" w:rsidP="00EF5B96">
            <w:pPr>
              <w:jc w:val="center"/>
            </w:pPr>
          </w:p>
          <w:p w:rsidR="00EF5B96" w:rsidRDefault="00EF5B96" w:rsidP="00EF5B96">
            <w:pPr>
              <w:jc w:val="center"/>
            </w:pPr>
            <w:r>
              <w:t>Please ask the person who brought this wheel to your business to supply their email address. If they do not know the correct address it is possible that this wheel has been stolen. Please call the police.</w:t>
            </w:r>
          </w:p>
          <w:p w:rsidR="00EF5B96" w:rsidRDefault="00EF5B96" w:rsidP="00EF5B96">
            <w:pPr>
              <w:jc w:val="center"/>
            </w:pPr>
          </w:p>
          <w:p w:rsidR="00EC605D" w:rsidRDefault="00EF5B96" w:rsidP="00EF5B96">
            <w:pPr>
              <w:jc w:val="center"/>
            </w:pPr>
            <w:r>
              <w:rPr>
                <w:sz w:val="28"/>
              </w:rPr>
              <w:t>someone@domain.com</w:t>
            </w:r>
            <w:bookmarkStart w:id="0" w:name="_GoBack"/>
            <w:bookmarkEnd w:id="0"/>
          </w:p>
        </w:tc>
        <w:tc>
          <w:tcPr>
            <w:tcW w:w="230" w:type="dxa"/>
          </w:tcPr>
          <w:p w:rsidR="00EC605D" w:rsidRDefault="00EC605D"/>
        </w:tc>
        <w:tc>
          <w:tcPr>
            <w:tcW w:w="5760" w:type="dxa"/>
            <w:vAlign w:val="center"/>
          </w:tcPr>
          <w:p w:rsidR="00EF5B96" w:rsidRDefault="00EF5B96" w:rsidP="00EF5B96">
            <w:pPr>
              <w:jc w:val="center"/>
              <w:rPr>
                <w:b/>
                <w:sz w:val="28"/>
              </w:rPr>
            </w:pPr>
            <w:r>
              <w:rPr>
                <w:b/>
                <w:sz w:val="28"/>
              </w:rPr>
              <w:t>Attention:</w:t>
            </w:r>
          </w:p>
          <w:p w:rsidR="00EF5B96" w:rsidRDefault="00EF5B96" w:rsidP="00EF5B96">
            <w:pPr>
              <w:jc w:val="center"/>
            </w:pPr>
            <w:r>
              <w:t>The true owner of this wheel knows about this sticker.</w:t>
            </w:r>
          </w:p>
          <w:p w:rsidR="00EF5B96" w:rsidRDefault="00EF5B96" w:rsidP="00EF5B96">
            <w:pPr>
              <w:jc w:val="center"/>
            </w:pPr>
          </w:p>
          <w:p w:rsidR="00EF5B96" w:rsidRDefault="00EF5B96" w:rsidP="00EF5B96">
            <w:pPr>
              <w:jc w:val="center"/>
            </w:pPr>
            <w:r>
              <w:t>Please ask the person who brought this wheel to your business to supply their email address. If they do not know the correct address it is possible that this wheel has been stolen. Please call the police.</w:t>
            </w:r>
          </w:p>
          <w:p w:rsidR="00EF5B96" w:rsidRDefault="00EF5B96" w:rsidP="00EF5B96">
            <w:pPr>
              <w:jc w:val="center"/>
            </w:pPr>
          </w:p>
          <w:p w:rsidR="00EC605D" w:rsidRDefault="00EF5B96" w:rsidP="00EF5B96">
            <w:pPr>
              <w:jc w:val="center"/>
            </w:pPr>
            <w:r>
              <w:rPr>
                <w:sz w:val="28"/>
              </w:rPr>
              <w:t>someone@domain.com</w:t>
            </w:r>
          </w:p>
        </w:tc>
        <w:tc>
          <w:tcPr>
            <w:tcW w:w="230" w:type="dxa"/>
          </w:tcPr>
          <w:p w:rsidR="00EC605D" w:rsidRDefault="00EC605D"/>
        </w:tc>
      </w:tr>
      <w:tr w:rsidR="00EC605D" w:rsidTr="001A0D90">
        <w:trPr>
          <w:trHeight w:val="2880"/>
          <w:jc w:val="center"/>
        </w:trPr>
        <w:tc>
          <w:tcPr>
            <w:tcW w:w="230" w:type="dxa"/>
          </w:tcPr>
          <w:p w:rsidR="00EC605D" w:rsidRDefault="00EC605D"/>
        </w:tc>
        <w:tc>
          <w:tcPr>
            <w:tcW w:w="5760" w:type="dxa"/>
            <w:vAlign w:val="center"/>
          </w:tcPr>
          <w:p w:rsidR="00EF5B96" w:rsidRDefault="00EF5B96" w:rsidP="00EF5B96">
            <w:pPr>
              <w:jc w:val="center"/>
              <w:rPr>
                <w:b/>
                <w:sz w:val="28"/>
              </w:rPr>
            </w:pPr>
            <w:r>
              <w:rPr>
                <w:b/>
                <w:sz w:val="28"/>
              </w:rPr>
              <w:t>Attention:</w:t>
            </w:r>
          </w:p>
          <w:p w:rsidR="00EF5B96" w:rsidRDefault="00EF5B96" w:rsidP="00EF5B96">
            <w:pPr>
              <w:jc w:val="center"/>
            </w:pPr>
            <w:r>
              <w:t>The true owner of this wheel knows about this sticker.</w:t>
            </w:r>
          </w:p>
          <w:p w:rsidR="00EF5B96" w:rsidRDefault="00EF5B96" w:rsidP="00EF5B96">
            <w:pPr>
              <w:jc w:val="center"/>
            </w:pPr>
          </w:p>
          <w:p w:rsidR="00EF5B96" w:rsidRDefault="00EF5B96" w:rsidP="00EF5B96">
            <w:pPr>
              <w:jc w:val="center"/>
            </w:pPr>
            <w:r>
              <w:t>Please ask the person who brought this wheel to your business to supply their email address. If they do not know the correct address it is possible that this wheel has been stolen. Please call the police.</w:t>
            </w:r>
          </w:p>
          <w:p w:rsidR="00EF5B96" w:rsidRDefault="00EF5B96" w:rsidP="00EF5B96">
            <w:pPr>
              <w:jc w:val="center"/>
            </w:pPr>
          </w:p>
          <w:p w:rsidR="00EC605D" w:rsidRDefault="00EF5B96" w:rsidP="00EF5B96">
            <w:pPr>
              <w:jc w:val="center"/>
            </w:pPr>
            <w:r>
              <w:rPr>
                <w:sz w:val="28"/>
              </w:rPr>
              <w:t>someone@domain.com</w:t>
            </w:r>
          </w:p>
        </w:tc>
        <w:tc>
          <w:tcPr>
            <w:tcW w:w="230" w:type="dxa"/>
          </w:tcPr>
          <w:p w:rsidR="00EC605D" w:rsidRDefault="00EC605D"/>
        </w:tc>
        <w:tc>
          <w:tcPr>
            <w:tcW w:w="5760" w:type="dxa"/>
            <w:vAlign w:val="center"/>
          </w:tcPr>
          <w:p w:rsidR="00EF5B96" w:rsidRDefault="00EF5B96" w:rsidP="00EF5B96">
            <w:pPr>
              <w:jc w:val="center"/>
              <w:rPr>
                <w:b/>
                <w:sz w:val="28"/>
              </w:rPr>
            </w:pPr>
            <w:r>
              <w:rPr>
                <w:b/>
                <w:sz w:val="28"/>
              </w:rPr>
              <w:t>Attention:</w:t>
            </w:r>
          </w:p>
          <w:p w:rsidR="00EF5B96" w:rsidRDefault="00EF5B96" w:rsidP="00EF5B96">
            <w:pPr>
              <w:jc w:val="center"/>
            </w:pPr>
            <w:r>
              <w:t>The true owner of this wheel knows about this sticker.</w:t>
            </w:r>
          </w:p>
          <w:p w:rsidR="00EF5B96" w:rsidRDefault="00EF5B96" w:rsidP="00EF5B96">
            <w:pPr>
              <w:jc w:val="center"/>
            </w:pPr>
          </w:p>
          <w:p w:rsidR="00EF5B96" w:rsidRDefault="00EF5B96" w:rsidP="00EF5B96">
            <w:pPr>
              <w:jc w:val="center"/>
            </w:pPr>
            <w:r>
              <w:t>Please ask the person who brought this wheel to your business to supply their email address. If they do not know the correct address it is possible that this wheel has been stolen. Please call the police.</w:t>
            </w:r>
          </w:p>
          <w:p w:rsidR="00EF5B96" w:rsidRDefault="00EF5B96" w:rsidP="00EF5B96">
            <w:pPr>
              <w:jc w:val="center"/>
            </w:pPr>
          </w:p>
          <w:p w:rsidR="00EC605D" w:rsidRDefault="00EF5B96" w:rsidP="00EF5B96">
            <w:pPr>
              <w:jc w:val="center"/>
            </w:pPr>
            <w:r>
              <w:rPr>
                <w:sz w:val="28"/>
              </w:rPr>
              <w:t>someone@domain.com</w:t>
            </w:r>
          </w:p>
        </w:tc>
        <w:tc>
          <w:tcPr>
            <w:tcW w:w="230" w:type="dxa"/>
          </w:tcPr>
          <w:p w:rsidR="00EC605D" w:rsidRDefault="00EC605D"/>
        </w:tc>
      </w:tr>
      <w:tr w:rsidR="00EC605D" w:rsidRPr="00EF5B96" w:rsidTr="001A0D90">
        <w:trPr>
          <w:trHeight w:val="648"/>
          <w:jc w:val="center"/>
        </w:trPr>
        <w:tc>
          <w:tcPr>
            <w:tcW w:w="230" w:type="dxa"/>
          </w:tcPr>
          <w:p w:rsidR="00EC605D" w:rsidRDefault="00EC605D"/>
        </w:tc>
        <w:tc>
          <w:tcPr>
            <w:tcW w:w="5760" w:type="dxa"/>
          </w:tcPr>
          <w:p w:rsidR="00EC605D" w:rsidRDefault="00EC605D"/>
        </w:tc>
        <w:tc>
          <w:tcPr>
            <w:tcW w:w="230" w:type="dxa"/>
          </w:tcPr>
          <w:p w:rsidR="00EC605D" w:rsidRDefault="00EC605D"/>
        </w:tc>
        <w:tc>
          <w:tcPr>
            <w:tcW w:w="5760" w:type="dxa"/>
          </w:tcPr>
          <w:p w:rsidR="00EC605D" w:rsidRDefault="00EC605D"/>
        </w:tc>
        <w:tc>
          <w:tcPr>
            <w:tcW w:w="230" w:type="dxa"/>
          </w:tcPr>
          <w:p w:rsidR="00EC605D" w:rsidRDefault="00EC605D"/>
        </w:tc>
      </w:tr>
    </w:tbl>
    <w:p w:rsidR="001A6E6F" w:rsidRPr="00EF5B96" w:rsidRDefault="001A6E6F" w:rsidP="00EF5B96">
      <w:pPr>
        <w:rPr>
          <w:sz w:val="2"/>
          <w:szCs w:val="2"/>
        </w:rPr>
      </w:pPr>
    </w:p>
    <w:sectPr w:rsidR="001A6E6F" w:rsidRPr="00EF5B96" w:rsidSect="00EF5B96">
      <w:pgSz w:w="12240" w:h="15840"/>
      <w:pgMar w:top="0" w:right="0" w:bottom="0" w:left="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0805" w:rsidRDefault="00E20805" w:rsidP="00431628">
      <w:pPr>
        <w:spacing w:after="0" w:line="240" w:lineRule="auto"/>
      </w:pPr>
      <w:r>
        <w:separator/>
      </w:r>
    </w:p>
  </w:endnote>
  <w:endnote w:type="continuationSeparator" w:id="0">
    <w:p w:rsidR="00E20805" w:rsidRDefault="00E20805" w:rsidP="004316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0805" w:rsidRDefault="00E20805" w:rsidP="00431628">
      <w:pPr>
        <w:spacing w:after="0" w:line="240" w:lineRule="auto"/>
      </w:pPr>
      <w:r>
        <w:separator/>
      </w:r>
    </w:p>
  </w:footnote>
  <w:footnote w:type="continuationSeparator" w:id="0">
    <w:p w:rsidR="00E20805" w:rsidRDefault="00E20805" w:rsidP="0043162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D90"/>
    <w:rsid w:val="001A0D90"/>
    <w:rsid w:val="001A6E6F"/>
    <w:rsid w:val="00431628"/>
    <w:rsid w:val="005405E7"/>
    <w:rsid w:val="00AD4B41"/>
    <w:rsid w:val="00D86A87"/>
    <w:rsid w:val="00E20805"/>
    <w:rsid w:val="00EC605D"/>
    <w:rsid w:val="00EF5B96"/>
    <w:rsid w:val="00FA32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5B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C60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316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1628"/>
  </w:style>
  <w:style w:type="paragraph" w:styleId="Footer">
    <w:name w:val="footer"/>
    <w:basedOn w:val="Normal"/>
    <w:link w:val="FooterChar"/>
    <w:uiPriority w:val="99"/>
    <w:unhideWhenUsed/>
    <w:rsid w:val="004316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162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5B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C60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316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1628"/>
  </w:style>
  <w:style w:type="paragraph" w:styleId="Footer">
    <w:name w:val="footer"/>
    <w:basedOn w:val="Normal"/>
    <w:link w:val="FooterChar"/>
    <w:uiPriority w:val="99"/>
    <w:unhideWhenUsed/>
    <w:rsid w:val="004316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1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95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irudin\Desktop\Avery%20Template%20516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78759-28F4-4974-8B56-705EBDF7A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Avery Template 5163.dotx</Template>
  <TotalTime>0</TotalTime>
  <Pages>1</Pages>
  <Words>440</Words>
  <Characters>2513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2011-11-04T23:54:00Z</dcterms:created>
  <dcterms:modified xsi:type="dcterms:W3CDTF">2011-11-04T23:56:00Z</dcterms:modified>
</cp:coreProperties>
</file>